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1D4B3" w14:textId="77777777" w:rsidR="001F3F0A" w:rsidRPr="00623DC5" w:rsidRDefault="001F3F0A" w:rsidP="001F3F0A">
      <w:pPr>
        <w:rPr>
          <w:rFonts w:ascii="Calibri" w:hAnsi="Calibri"/>
        </w:rPr>
      </w:pPr>
      <w:r w:rsidRPr="00623DC5">
        <w:rPr>
          <w:rFonts w:ascii="Calibri" w:hAnsi="Calibri"/>
        </w:rPr>
        <w:t>Name: _________________________________</w:t>
      </w:r>
      <w:r w:rsidRPr="00623DC5">
        <w:rPr>
          <w:rFonts w:ascii="Calibri" w:hAnsi="Calibri"/>
        </w:rPr>
        <w:tab/>
        <w:t>Period: _______</w:t>
      </w:r>
      <w:r w:rsidRPr="00623DC5">
        <w:rPr>
          <w:rFonts w:ascii="Calibri" w:hAnsi="Calibri"/>
        </w:rPr>
        <w:tab/>
        <w:t>Date: _____________</w:t>
      </w:r>
    </w:p>
    <w:p w14:paraId="66697E4A" w14:textId="77777777" w:rsidR="001F3F0A" w:rsidRPr="00623DC5" w:rsidRDefault="001F3F0A" w:rsidP="001F3F0A">
      <w:pPr>
        <w:rPr>
          <w:rFonts w:ascii="Calibri" w:hAnsi="Calibri"/>
        </w:rPr>
      </w:pPr>
    </w:p>
    <w:p w14:paraId="781EBD9D" w14:textId="77777777" w:rsidR="001F3F0A" w:rsidRPr="00623DC5" w:rsidRDefault="001F3F0A" w:rsidP="001F3F0A">
      <w:pPr>
        <w:jc w:val="center"/>
        <w:rPr>
          <w:rFonts w:ascii="Calibri" w:hAnsi="Calibri"/>
          <w:b/>
        </w:rPr>
      </w:pPr>
      <w:r w:rsidRPr="00623DC5">
        <w:rPr>
          <w:rFonts w:ascii="Calibri" w:hAnsi="Calibri"/>
          <w:b/>
        </w:rPr>
        <w:t>Naming and Formulas Problem Set #1</w:t>
      </w:r>
    </w:p>
    <w:p w14:paraId="4E5D1CFB" w14:textId="77777777" w:rsidR="001F3F0A" w:rsidRPr="00623DC5" w:rsidRDefault="001F3F0A" w:rsidP="001F3F0A">
      <w:pPr>
        <w:rPr>
          <w:rFonts w:ascii="Calibri" w:hAnsi="Calibri"/>
        </w:rPr>
      </w:pPr>
    </w:p>
    <w:p w14:paraId="652DA737" w14:textId="77777777" w:rsidR="001F3F0A" w:rsidRPr="00623DC5" w:rsidRDefault="001F3F0A" w:rsidP="001F3F0A">
      <w:p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 xml:space="preserve">1. Write the names of the following </w:t>
      </w:r>
      <w:r w:rsidRPr="00623DC5">
        <w:rPr>
          <w:rFonts w:ascii="Calibri" w:hAnsi="Calibri"/>
          <w:b/>
          <w:u w:val="single"/>
        </w:rPr>
        <w:t>COVALENT compounds</w:t>
      </w:r>
      <w:r w:rsidRPr="00623DC5">
        <w:rPr>
          <w:rFonts w:ascii="Calibri" w:hAnsi="Calibri"/>
        </w:rPr>
        <w:t>.</w:t>
      </w:r>
    </w:p>
    <w:p w14:paraId="2374E79D" w14:textId="77777777" w:rsidR="001F3F0A" w:rsidRPr="00623DC5" w:rsidRDefault="001F3F0A" w:rsidP="001F3F0A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CO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 xml:space="preserve"> ______________________________________________________</w:t>
      </w:r>
    </w:p>
    <w:p w14:paraId="56E62476" w14:textId="77777777" w:rsidR="001F3F0A" w:rsidRPr="00623DC5" w:rsidRDefault="001F3F0A" w:rsidP="001F3F0A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N</w:t>
      </w:r>
      <w:r w:rsidRPr="00623DC5">
        <w:rPr>
          <w:rFonts w:ascii="Calibri" w:hAnsi="Calibri"/>
          <w:vertAlign w:val="subscript"/>
        </w:rPr>
        <w:t>7</w:t>
      </w:r>
      <w:r w:rsidRPr="00623DC5">
        <w:rPr>
          <w:rFonts w:ascii="Calibri" w:hAnsi="Calibri"/>
        </w:rPr>
        <w:t>Cl</w:t>
      </w:r>
      <w:proofErr w:type="gramStart"/>
      <w:r w:rsidRPr="00623DC5">
        <w:rPr>
          <w:rFonts w:ascii="Calibri" w:hAnsi="Calibri"/>
          <w:vertAlign w:val="subscript"/>
        </w:rPr>
        <w:t xml:space="preserve">8  </w:t>
      </w:r>
      <w:r w:rsidRPr="00623DC5">
        <w:rPr>
          <w:rFonts w:ascii="Calibri" w:hAnsi="Calibri"/>
        </w:rPr>
        <w:t>_</w:t>
      </w:r>
      <w:proofErr w:type="gramEnd"/>
      <w:r w:rsidRPr="00623DC5">
        <w:rPr>
          <w:rFonts w:ascii="Calibri" w:hAnsi="Calibri"/>
        </w:rPr>
        <w:t>_____________________________________________________</w:t>
      </w:r>
    </w:p>
    <w:p w14:paraId="5611A612" w14:textId="77777777" w:rsidR="001F3F0A" w:rsidRPr="00623DC5" w:rsidRDefault="001F3F0A" w:rsidP="001F3F0A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NBr</w:t>
      </w:r>
      <w:r w:rsidRPr="00623DC5">
        <w:rPr>
          <w:rFonts w:ascii="Calibri" w:hAnsi="Calibri"/>
          <w:vertAlign w:val="subscript"/>
        </w:rPr>
        <w:t>3</w:t>
      </w:r>
      <w:r w:rsidRPr="00623DC5">
        <w:rPr>
          <w:rFonts w:ascii="Calibri" w:hAnsi="Calibri"/>
        </w:rPr>
        <w:t>______________________________________________________</w:t>
      </w:r>
    </w:p>
    <w:p w14:paraId="7E1CED42" w14:textId="77777777" w:rsidR="001F3F0A" w:rsidRPr="00623DC5" w:rsidRDefault="001F3F0A" w:rsidP="001F3F0A">
      <w:pPr>
        <w:numPr>
          <w:ilvl w:val="0"/>
          <w:numId w:val="1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H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>O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>______________________________________________________</w:t>
      </w:r>
    </w:p>
    <w:p w14:paraId="36C6EC52" w14:textId="77777777" w:rsidR="001F3F0A" w:rsidRPr="00623DC5" w:rsidRDefault="001F3F0A" w:rsidP="001F3F0A">
      <w:p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 xml:space="preserve">2. Write the chemical formulas of the following </w:t>
      </w:r>
      <w:r w:rsidRPr="00623DC5">
        <w:rPr>
          <w:rFonts w:ascii="Calibri" w:hAnsi="Calibri"/>
          <w:b/>
          <w:u w:val="single"/>
        </w:rPr>
        <w:t>COVALENT compounds</w:t>
      </w:r>
      <w:r w:rsidRPr="00623DC5">
        <w:rPr>
          <w:rFonts w:ascii="Calibri" w:hAnsi="Calibri"/>
        </w:rPr>
        <w:t>.</w:t>
      </w:r>
    </w:p>
    <w:p w14:paraId="0864DCA2" w14:textId="77777777" w:rsidR="001F3F0A" w:rsidRPr="00623DC5" w:rsidRDefault="001F3F0A" w:rsidP="001F3F0A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proofErr w:type="spellStart"/>
      <w:r w:rsidRPr="00623DC5">
        <w:rPr>
          <w:rFonts w:ascii="Calibri" w:hAnsi="Calibri"/>
        </w:rPr>
        <w:t>Tetraphosphorus</w:t>
      </w:r>
      <w:proofErr w:type="spellEnd"/>
      <w:r w:rsidRPr="00623DC5">
        <w:rPr>
          <w:rFonts w:ascii="Calibri" w:hAnsi="Calibri"/>
        </w:rPr>
        <w:t xml:space="preserve"> </w:t>
      </w:r>
      <w:proofErr w:type="spellStart"/>
      <w:r w:rsidRPr="00623DC5">
        <w:rPr>
          <w:rFonts w:ascii="Calibri" w:hAnsi="Calibri"/>
        </w:rPr>
        <w:t>heptafluoride</w:t>
      </w:r>
      <w:proofErr w:type="spellEnd"/>
      <w:r w:rsidRPr="00623DC5">
        <w:rPr>
          <w:rFonts w:ascii="Calibri" w:hAnsi="Calibri"/>
        </w:rPr>
        <w:t xml:space="preserve"> ____________________</w:t>
      </w:r>
    </w:p>
    <w:p w14:paraId="2070FA56" w14:textId="77777777" w:rsidR="001F3F0A" w:rsidRPr="00623DC5" w:rsidRDefault="001F3F0A" w:rsidP="001F3F0A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proofErr w:type="spellStart"/>
      <w:r w:rsidRPr="00623DC5">
        <w:rPr>
          <w:rFonts w:ascii="Calibri" w:hAnsi="Calibri"/>
        </w:rPr>
        <w:t>Pentasulfur</w:t>
      </w:r>
      <w:proofErr w:type="spellEnd"/>
      <w:r w:rsidRPr="00623DC5">
        <w:rPr>
          <w:rFonts w:ascii="Calibri" w:hAnsi="Calibri"/>
        </w:rPr>
        <w:t xml:space="preserve"> </w:t>
      </w:r>
      <w:proofErr w:type="spellStart"/>
      <w:r w:rsidRPr="00623DC5">
        <w:rPr>
          <w:rFonts w:ascii="Calibri" w:hAnsi="Calibri"/>
        </w:rPr>
        <w:t>nonahydride</w:t>
      </w:r>
      <w:proofErr w:type="spellEnd"/>
      <w:r w:rsidRPr="00623DC5">
        <w:rPr>
          <w:rFonts w:ascii="Calibri" w:hAnsi="Calibri"/>
        </w:rPr>
        <w:t xml:space="preserve"> ____________________</w:t>
      </w:r>
    </w:p>
    <w:p w14:paraId="294073A9" w14:textId="77777777" w:rsidR="001F3F0A" w:rsidRPr="00623DC5" w:rsidRDefault="001F3F0A" w:rsidP="001F3F0A">
      <w:pPr>
        <w:pStyle w:val="ListParagraph"/>
        <w:numPr>
          <w:ilvl w:val="0"/>
          <w:numId w:val="2"/>
        </w:numPr>
        <w:spacing w:line="480" w:lineRule="auto"/>
        <w:rPr>
          <w:rFonts w:ascii="Calibri" w:hAnsi="Calibri"/>
        </w:rPr>
      </w:pPr>
      <w:proofErr w:type="spellStart"/>
      <w:r w:rsidRPr="00623DC5">
        <w:rPr>
          <w:rFonts w:ascii="Calibri" w:hAnsi="Calibri"/>
        </w:rPr>
        <w:t>Tricarbon</w:t>
      </w:r>
      <w:proofErr w:type="spellEnd"/>
      <w:r w:rsidRPr="00623DC5">
        <w:rPr>
          <w:rFonts w:ascii="Calibri" w:hAnsi="Calibri"/>
        </w:rPr>
        <w:t xml:space="preserve"> </w:t>
      </w:r>
      <w:proofErr w:type="spellStart"/>
      <w:r w:rsidRPr="00623DC5">
        <w:rPr>
          <w:rFonts w:ascii="Calibri" w:hAnsi="Calibri"/>
        </w:rPr>
        <w:t>octachloride</w:t>
      </w:r>
      <w:proofErr w:type="spellEnd"/>
      <w:r w:rsidRPr="00623DC5">
        <w:rPr>
          <w:rFonts w:ascii="Calibri" w:hAnsi="Calibri"/>
        </w:rPr>
        <w:t xml:space="preserve"> ____________________</w:t>
      </w:r>
    </w:p>
    <w:p w14:paraId="28A1D9A3" w14:textId="77777777" w:rsidR="001F3F0A" w:rsidRPr="00623DC5" w:rsidRDefault="001F3F0A" w:rsidP="001F3F0A">
      <w:p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 xml:space="preserve">3. Write the names of the following </w:t>
      </w:r>
      <w:r w:rsidRPr="00623DC5">
        <w:rPr>
          <w:rFonts w:ascii="Calibri" w:hAnsi="Calibri"/>
          <w:b/>
          <w:u w:val="single"/>
        </w:rPr>
        <w:t>IONIC</w:t>
      </w:r>
      <w:r w:rsidRPr="00623DC5">
        <w:rPr>
          <w:rFonts w:ascii="Calibri" w:hAnsi="Calibri"/>
          <w:b/>
        </w:rPr>
        <w:t xml:space="preserve"> compounds</w:t>
      </w:r>
      <w:r w:rsidRPr="00623DC5">
        <w:rPr>
          <w:rFonts w:ascii="Calibri" w:hAnsi="Calibri"/>
        </w:rPr>
        <w:t>.</w:t>
      </w:r>
    </w:p>
    <w:p w14:paraId="64270161" w14:textId="77777777" w:rsidR="001F3F0A" w:rsidRPr="00623DC5" w:rsidRDefault="001F3F0A" w:rsidP="001F3F0A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MgBr</w:t>
      </w:r>
      <w:r w:rsidRPr="00623DC5">
        <w:rPr>
          <w:rFonts w:ascii="Calibri" w:hAnsi="Calibri"/>
          <w:vertAlign w:val="subscript"/>
        </w:rPr>
        <w:t xml:space="preserve">2   </w:t>
      </w:r>
      <w:r w:rsidRPr="00623DC5">
        <w:rPr>
          <w:rFonts w:ascii="Calibri" w:hAnsi="Calibri"/>
        </w:rPr>
        <w:t>______________________________________________________</w:t>
      </w:r>
    </w:p>
    <w:p w14:paraId="476CC4CC" w14:textId="77777777" w:rsidR="001F3F0A" w:rsidRPr="00623DC5" w:rsidRDefault="001F3F0A" w:rsidP="001F3F0A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proofErr w:type="spellStart"/>
      <w:r w:rsidRPr="00623DC5">
        <w:rPr>
          <w:rFonts w:ascii="Calibri" w:hAnsi="Calibri"/>
        </w:rPr>
        <w:t>FrBr</w:t>
      </w:r>
      <w:proofErr w:type="spellEnd"/>
      <w:r w:rsidRPr="00623DC5">
        <w:rPr>
          <w:rFonts w:ascii="Calibri" w:hAnsi="Calibri"/>
        </w:rPr>
        <w:t xml:space="preserve"> ______________________________________________________</w:t>
      </w:r>
    </w:p>
    <w:p w14:paraId="32C6A8CB" w14:textId="77777777" w:rsidR="001F3F0A" w:rsidRPr="00623DC5" w:rsidRDefault="001F3F0A" w:rsidP="001F3F0A">
      <w:pPr>
        <w:pStyle w:val="ListParagraph"/>
        <w:numPr>
          <w:ilvl w:val="0"/>
          <w:numId w:val="3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Li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>O ______________________________________________________</w:t>
      </w:r>
    </w:p>
    <w:p w14:paraId="0A462FB1" w14:textId="77777777" w:rsidR="001F3F0A" w:rsidRPr="00623DC5" w:rsidRDefault="001F3F0A" w:rsidP="001F3F0A">
      <w:p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 xml:space="preserve">4. Write the chemical formulas of the following </w:t>
      </w:r>
      <w:r w:rsidRPr="00623DC5">
        <w:rPr>
          <w:rFonts w:ascii="Calibri" w:hAnsi="Calibri"/>
          <w:b/>
          <w:u w:val="single"/>
        </w:rPr>
        <w:t>IONIC</w:t>
      </w:r>
      <w:r w:rsidRPr="00623DC5">
        <w:rPr>
          <w:rFonts w:ascii="Calibri" w:hAnsi="Calibri"/>
          <w:b/>
        </w:rPr>
        <w:t xml:space="preserve"> compounds</w:t>
      </w:r>
      <w:r w:rsidRPr="00623DC5">
        <w:rPr>
          <w:rFonts w:ascii="Calibri" w:hAnsi="Calibri"/>
        </w:rPr>
        <w:t>.</w:t>
      </w:r>
    </w:p>
    <w:p w14:paraId="41A058C4" w14:textId="77777777" w:rsidR="001F3F0A" w:rsidRPr="00623DC5" w:rsidRDefault="001F3F0A" w:rsidP="001F3F0A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Sodium nitride _____________________________</w:t>
      </w:r>
    </w:p>
    <w:p w14:paraId="3F7A2B46" w14:textId="77777777" w:rsidR="001F3F0A" w:rsidRPr="00623DC5" w:rsidRDefault="001F3F0A" w:rsidP="001F3F0A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Potassium phosphide _____________________________</w:t>
      </w:r>
    </w:p>
    <w:p w14:paraId="4CDAEEA0" w14:textId="77777777" w:rsidR="001F3F0A" w:rsidRPr="00623DC5" w:rsidRDefault="001F3F0A" w:rsidP="001F3F0A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Barium sulfide _____________________________</w:t>
      </w:r>
    </w:p>
    <w:p w14:paraId="060153EF" w14:textId="77777777" w:rsidR="001F3F0A" w:rsidRPr="00623DC5" w:rsidRDefault="001F3F0A" w:rsidP="001F3F0A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Calcium bromide _____________________________</w:t>
      </w:r>
    </w:p>
    <w:p w14:paraId="7BFDA933" w14:textId="77777777" w:rsidR="001F3F0A" w:rsidRPr="00623DC5" w:rsidRDefault="001F3F0A" w:rsidP="001F3F0A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Potassium chloride _____________________________</w:t>
      </w:r>
    </w:p>
    <w:p w14:paraId="4D50FE44" w14:textId="77777777" w:rsidR="001F3F0A" w:rsidRPr="00623DC5" w:rsidRDefault="001F3F0A" w:rsidP="001F3F0A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Aluminum oxide _____________________________</w:t>
      </w:r>
    </w:p>
    <w:p w14:paraId="3737508B" w14:textId="77777777" w:rsidR="001F3F0A" w:rsidRPr="00623DC5" w:rsidRDefault="001F3F0A" w:rsidP="001F3F0A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Magnesium sulfide _____________________________</w:t>
      </w:r>
    </w:p>
    <w:p w14:paraId="6019B62B" w14:textId="77777777" w:rsidR="001F3F0A" w:rsidRPr="00623DC5" w:rsidRDefault="001F3F0A" w:rsidP="001F3F0A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Lithium telluride _____________________________</w:t>
      </w:r>
    </w:p>
    <w:p w14:paraId="556E6902" w14:textId="77777777" w:rsidR="001F3F0A" w:rsidRPr="00623DC5" w:rsidRDefault="001F3F0A" w:rsidP="001F3F0A">
      <w:pPr>
        <w:pStyle w:val="ListParagraph"/>
        <w:numPr>
          <w:ilvl w:val="0"/>
          <w:numId w:val="4"/>
        </w:numPr>
        <w:spacing w:line="480" w:lineRule="auto"/>
        <w:rPr>
          <w:rFonts w:ascii="Calibri" w:hAnsi="Calibri"/>
        </w:rPr>
      </w:pPr>
      <w:r w:rsidRPr="00623DC5">
        <w:rPr>
          <w:rFonts w:ascii="Calibri" w:hAnsi="Calibri"/>
        </w:rPr>
        <w:t>Rubidium oxide _____________________________</w:t>
      </w:r>
    </w:p>
    <w:p w14:paraId="07BF6652" w14:textId="77777777" w:rsidR="001F3F0A" w:rsidRPr="00623DC5" w:rsidRDefault="001F3F0A" w:rsidP="001F3F0A">
      <w:pPr>
        <w:rPr>
          <w:rFonts w:ascii="Calibri" w:hAnsi="Calibri"/>
        </w:rPr>
      </w:pPr>
      <w:r w:rsidRPr="00623DC5">
        <w:rPr>
          <w:rFonts w:ascii="Calibri" w:hAnsi="Calibri"/>
        </w:rPr>
        <w:lastRenderedPageBreak/>
        <w:t xml:space="preserve">5. Fill in the table below for </w:t>
      </w:r>
      <w:r w:rsidRPr="00623DC5">
        <w:rPr>
          <w:rFonts w:ascii="Calibri" w:hAnsi="Calibri"/>
          <w:b/>
        </w:rPr>
        <w:t xml:space="preserve">ionic compounds containing </w:t>
      </w:r>
      <w:r w:rsidRPr="00623DC5">
        <w:rPr>
          <w:rFonts w:ascii="Calibri" w:hAnsi="Calibri"/>
          <w:b/>
          <w:u w:val="single"/>
        </w:rPr>
        <w:t>POLYATOMIC IONS</w:t>
      </w:r>
      <w:r w:rsidRPr="00623DC5">
        <w:rPr>
          <w:rFonts w:ascii="Calibri" w:hAnsi="Calibri"/>
        </w:rPr>
        <w:t>.</w:t>
      </w:r>
    </w:p>
    <w:p w14:paraId="54C4FD2D" w14:textId="77777777" w:rsidR="001F3F0A" w:rsidRPr="00623DC5" w:rsidRDefault="001F3F0A" w:rsidP="001F3F0A">
      <w:pPr>
        <w:rPr>
          <w:rFonts w:ascii="Calibri" w:hAnsi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44"/>
        <w:gridCol w:w="4412"/>
      </w:tblGrid>
      <w:tr w:rsidR="001F3F0A" w:rsidRPr="00623DC5" w14:paraId="7BD4ADCE" w14:textId="77777777" w:rsidTr="00783B4F">
        <w:trPr>
          <w:jc w:val="center"/>
        </w:trPr>
        <w:tc>
          <w:tcPr>
            <w:tcW w:w="4444" w:type="dxa"/>
            <w:shd w:val="clear" w:color="auto" w:fill="D9D9D9" w:themeFill="background1" w:themeFillShade="D9"/>
          </w:tcPr>
          <w:p w14:paraId="243199B1" w14:textId="77777777" w:rsidR="001F3F0A" w:rsidRPr="00623DC5" w:rsidRDefault="001F3F0A" w:rsidP="00783B4F">
            <w:pPr>
              <w:spacing w:line="480" w:lineRule="auto"/>
              <w:rPr>
                <w:rFonts w:ascii="Calibri" w:hAnsi="Calibri"/>
                <w:i/>
              </w:rPr>
            </w:pPr>
            <w:r w:rsidRPr="00623DC5">
              <w:rPr>
                <w:rFonts w:ascii="Calibri" w:hAnsi="Calibri"/>
                <w:i/>
              </w:rPr>
              <w:t>Chemical Formula</w:t>
            </w:r>
          </w:p>
        </w:tc>
        <w:tc>
          <w:tcPr>
            <w:tcW w:w="4412" w:type="dxa"/>
            <w:shd w:val="clear" w:color="auto" w:fill="D9D9D9" w:themeFill="background1" w:themeFillShade="D9"/>
          </w:tcPr>
          <w:p w14:paraId="1DE1D5D2" w14:textId="77777777" w:rsidR="001F3F0A" w:rsidRPr="00623DC5" w:rsidRDefault="001F3F0A" w:rsidP="00783B4F">
            <w:pPr>
              <w:spacing w:line="480" w:lineRule="auto"/>
              <w:rPr>
                <w:rFonts w:ascii="Calibri" w:hAnsi="Calibri"/>
                <w:i/>
              </w:rPr>
            </w:pPr>
            <w:r w:rsidRPr="00623DC5">
              <w:rPr>
                <w:rFonts w:ascii="Calibri" w:hAnsi="Calibri"/>
                <w:i/>
              </w:rPr>
              <w:t>Name</w:t>
            </w:r>
          </w:p>
        </w:tc>
      </w:tr>
      <w:tr w:rsidR="001F3F0A" w:rsidRPr="00623DC5" w14:paraId="335224B8" w14:textId="77777777" w:rsidTr="00783B4F">
        <w:trPr>
          <w:jc w:val="center"/>
        </w:trPr>
        <w:tc>
          <w:tcPr>
            <w:tcW w:w="4444" w:type="dxa"/>
          </w:tcPr>
          <w:p w14:paraId="291CB3D8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eastAsia="Calibri" w:hAnsi="Calibri"/>
              </w:rPr>
              <w:t>Ca</w:t>
            </w:r>
            <w:r w:rsidRPr="00623DC5">
              <w:rPr>
                <w:rFonts w:ascii="Calibri" w:eastAsia="Calibri" w:hAnsi="Calibri"/>
                <w:vertAlign w:val="subscript"/>
              </w:rPr>
              <w:t>3</w:t>
            </w:r>
            <w:r w:rsidRPr="00623DC5">
              <w:rPr>
                <w:rFonts w:ascii="Calibri" w:eastAsia="Calibri" w:hAnsi="Calibri"/>
              </w:rPr>
              <w:t>(PO</w:t>
            </w:r>
            <w:r w:rsidRPr="00623DC5">
              <w:rPr>
                <w:rFonts w:ascii="Calibri" w:eastAsia="Calibri" w:hAnsi="Calibri"/>
                <w:vertAlign w:val="subscript"/>
              </w:rPr>
              <w:t>4</w:t>
            </w:r>
            <w:r w:rsidRPr="00623DC5">
              <w:rPr>
                <w:rFonts w:ascii="Calibri" w:eastAsia="Calibri" w:hAnsi="Calibri"/>
              </w:rPr>
              <w:t>)</w:t>
            </w:r>
            <w:r w:rsidRPr="00623DC5">
              <w:rPr>
                <w:rFonts w:ascii="Calibri" w:eastAsia="Calibri" w:hAnsi="Calibri"/>
                <w:vertAlign w:val="subscript"/>
              </w:rPr>
              <w:t>2</w:t>
            </w:r>
          </w:p>
        </w:tc>
        <w:tc>
          <w:tcPr>
            <w:tcW w:w="4412" w:type="dxa"/>
          </w:tcPr>
          <w:p w14:paraId="4D2C309F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1F3F0A" w:rsidRPr="00623DC5" w14:paraId="5527E2DF" w14:textId="77777777" w:rsidTr="00783B4F">
        <w:trPr>
          <w:jc w:val="center"/>
        </w:trPr>
        <w:tc>
          <w:tcPr>
            <w:tcW w:w="4444" w:type="dxa"/>
          </w:tcPr>
          <w:p w14:paraId="71578254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eastAsia="Calibri" w:hAnsi="Calibri"/>
              </w:rPr>
              <w:t>BaCO</w:t>
            </w:r>
            <w:r w:rsidRPr="00623DC5">
              <w:rPr>
                <w:rFonts w:ascii="Calibri" w:eastAsia="Calibri" w:hAnsi="Calibri"/>
                <w:vertAlign w:val="subscript"/>
              </w:rPr>
              <w:t>3</w:t>
            </w:r>
          </w:p>
        </w:tc>
        <w:tc>
          <w:tcPr>
            <w:tcW w:w="4412" w:type="dxa"/>
          </w:tcPr>
          <w:p w14:paraId="452FC867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1F3F0A" w:rsidRPr="00623DC5" w14:paraId="2C9A5B09" w14:textId="77777777" w:rsidTr="00783B4F">
        <w:trPr>
          <w:jc w:val="center"/>
        </w:trPr>
        <w:tc>
          <w:tcPr>
            <w:tcW w:w="4444" w:type="dxa"/>
          </w:tcPr>
          <w:p w14:paraId="76375B7A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eastAsia="Calibri" w:hAnsi="Calibri"/>
              </w:rPr>
              <w:t>Al(OH)</w:t>
            </w:r>
            <w:r w:rsidRPr="00623DC5">
              <w:rPr>
                <w:rFonts w:ascii="Calibri" w:eastAsia="Calibri" w:hAnsi="Calibri"/>
                <w:vertAlign w:val="subscript"/>
              </w:rPr>
              <w:t>3</w:t>
            </w:r>
            <w:r w:rsidRPr="00623DC5">
              <w:rPr>
                <w:rFonts w:ascii="Calibri" w:eastAsia="Calibri" w:hAnsi="Calibri"/>
              </w:rPr>
              <w:t xml:space="preserve">  </w:t>
            </w:r>
          </w:p>
        </w:tc>
        <w:tc>
          <w:tcPr>
            <w:tcW w:w="4412" w:type="dxa"/>
          </w:tcPr>
          <w:p w14:paraId="44BD48B0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1F3F0A" w:rsidRPr="00623DC5" w14:paraId="13C56A3E" w14:textId="77777777" w:rsidTr="00783B4F">
        <w:trPr>
          <w:jc w:val="center"/>
        </w:trPr>
        <w:tc>
          <w:tcPr>
            <w:tcW w:w="4444" w:type="dxa"/>
          </w:tcPr>
          <w:p w14:paraId="38A32C9B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Ca</w:t>
            </w:r>
            <w:r w:rsidRPr="00623DC5">
              <w:rPr>
                <w:rFonts w:ascii="Calibri" w:eastAsia="Calibri" w:hAnsi="Calibri"/>
              </w:rPr>
              <w:t>SO</w:t>
            </w:r>
            <w:r w:rsidRPr="00623DC5">
              <w:rPr>
                <w:rFonts w:ascii="Calibri" w:eastAsia="Calibri" w:hAnsi="Calibri"/>
                <w:vertAlign w:val="subscript"/>
              </w:rPr>
              <w:t>4</w:t>
            </w:r>
          </w:p>
        </w:tc>
        <w:tc>
          <w:tcPr>
            <w:tcW w:w="4412" w:type="dxa"/>
          </w:tcPr>
          <w:p w14:paraId="66F302F5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1F3F0A" w:rsidRPr="00623DC5" w14:paraId="116FB6C8" w14:textId="77777777" w:rsidTr="00783B4F">
        <w:trPr>
          <w:jc w:val="center"/>
        </w:trPr>
        <w:tc>
          <w:tcPr>
            <w:tcW w:w="4444" w:type="dxa"/>
          </w:tcPr>
          <w:p w14:paraId="17897BF5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>
              <w:rPr>
                <w:rFonts w:ascii="Calibri" w:eastAsia="Calibri" w:hAnsi="Calibri"/>
              </w:rPr>
              <w:t>Ba</w:t>
            </w:r>
            <w:r w:rsidRPr="00623DC5">
              <w:rPr>
                <w:rFonts w:ascii="Calibri" w:eastAsia="Calibri" w:hAnsi="Calibri"/>
              </w:rPr>
              <w:t>(ClO</w:t>
            </w:r>
            <w:r w:rsidRPr="00623DC5">
              <w:rPr>
                <w:rFonts w:ascii="Calibri" w:eastAsia="Calibri" w:hAnsi="Calibri"/>
                <w:vertAlign w:val="subscript"/>
              </w:rPr>
              <w:t>3</w:t>
            </w:r>
            <w:r w:rsidRPr="00623DC5">
              <w:rPr>
                <w:rFonts w:ascii="Calibri" w:eastAsia="Calibri" w:hAnsi="Calibri"/>
              </w:rPr>
              <w:t>)</w:t>
            </w:r>
            <w:r w:rsidRPr="00623DC5">
              <w:rPr>
                <w:rFonts w:ascii="Calibri" w:eastAsia="Calibri" w:hAnsi="Calibri"/>
                <w:vertAlign w:val="subscript"/>
              </w:rPr>
              <w:t>2</w:t>
            </w:r>
          </w:p>
        </w:tc>
        <w:tc>
          <w:tcPr>
            <w:tcW w:w="4412" w:type="dxa"/>
          </w:tcPr>
          <w:p w14:paraId="106518A9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1F3F0A" w:rsidRPr="00623DC5" w14:paraId="5C15580E" w14:textId="77777777" w:rsidTr="00783B4F">
        <w:trPr>
          <w:jc w:val="center"/>
        </w:trPr>
        <w:tc>
          <w:tcPr>
            <w:tcW w:w="4444" w:type="dxa"/>
          </w:tcPr>
          <w:p w14:paraId="05C3D0A8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NH</w:t>
            </w:r>
            <w:r w:rsidRPr="00623DC5">
              <w:rPr>
                <w:rFonts w:ascii="Calibri" w:hAnsi="Calibri"/>
                <w:vertAlign w:val="subscript"/>
              </w:rPr>
              <w:t>4</w:t>
            </w:r>
            <w:r w:rsidRPr="00623DC5">
              <w:rPr>
                <w:rFonts w:ascii="Calibri" w:hAnsi="Calibri"/>
              </w:rPr>
              <w:t>Cl</w:t>
            </w:r>
          </w:p>
        </w:tc>
        <w:tc>
          <w:tcPr>
            <w:tcW w:w="4412" w:type="dxa"/>
          </w:tcPr>
          <w:p w14:paraId="442860C6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1F3F0A" w:rsidRPr="00623DC5" w14:paraId="1BEBCB58" w14:textId="77777777" w:rsidTr="00783B4F">
        <w:trPr>
          <w:jc w:val="center"/>
        </w:trPr>
        <w:tc>
          <w:tcPr>
            <w:tcW w:w="4444" w:type="dxa"/>
          </w:tcPr>
          <w:p w14:paraId="39DFFFE8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CaSO</w:t>
            </w:r>
            <w:r w:rsidRPr="00623DC5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4412" w:type="dxa"/>
          </w:tcPr>
          <w:p w14:paraId="6169338E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1F3F0A" w:rsidRPr="00623DC5" w14:paraId="6C1DAC37" w14:textId="77777777" w:rsidTr="00783B4F">
        <w:trPr>
          <w:jc w:val="center"/>
        </w:trPr>
        <w:tc>
          <w:tcPr>
            <w:tcW w:w="4444" w:type="dxa"/>
          </w:tcPr>
          <w:p w14:paraId="3FE4B301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Rb</w:t>
            </w:r>
            <w:r w:rsidRPr="00623DC5">
              <w:rPr>
                <w:rFonts w:ascii="Calibri" w:hAnsi="Calibri"/>
                <w:vertAlign w:val="subscript"/>
              </w:rPr>
              <w:t>3</w:t>
            </w:r>
            <w:r w:rsidRPr="00623DC5">
              <w:rPr>
                <w:rFonts w:ascii="Calibri" w:hAnsi="Calibri"/>
              </w:rPr>
              <w:t>PO</w:t>
            </w:r>
            <w:r w:rsidRPr="00623DC5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4412" w:type="dxa"/>
          </w:tcPr>
          <w:p w14:paraId="43B40481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</w:tr>
      <w:tr w:rsidR="001F3F0A" w:rsidRPr="00623DC5" w14:paraId="4718B2BD" w14:textId="77777777" w:rsidTr="00783B4F">
        <w:trPr>
          <w:jc w:val="center"/>
        </w:trPr>
        <w:tc>
          <w:tcPr>
            <w:tcW w:w="4444" w:type="dxa"/>
          </w:tcPr>
          <w:p w14:paraId="4964B4A3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4412" w:type="dxa"/>
          </w:tcPr>
          <w:p w14:paraId="3772B864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Ammonium sulfate</w:t>
            </w:r>
          </w:p>
        </w:tc>
      </w:tr>
      <w:tr w:rsidR="001F3F0A" w:rsidRPr="00623DC5" w14:paraId="5C5A56CF" w14:textId="77777777" w:rsidTr="00783B4F">
        <w:trPr>
          <w:jc w:val="center"/>
        </w:trPr>
        <w:tc>
          <w:tcPr>
            <w:tcW w:w="4444" w:type="dxa"/>
          </w:tcPr>
          <w:p w14:paraId="198DD168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4412" w:type="dxa"/>
          </w:tcPr>
          <w:p w14:paraId="70A746F7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Barium chlorate</w:t>
            </w:r>
          </w:p>
        </w:tc>
      </w:tr>
      <w:tr w:rsidR="001F3F0A" w:rsidRPr="00623DC5" w14:paraId="2D4E2DC2" w14:textId="77777777" w:rsidTr="00783B4F">
        <w:trPr>
          <w:jc w:val="center"/>
        </w:trPr>
        <w:tc>
          <w:tcPr>
            <w:tcW w:w="4444" w:type="dxa"/>
          </w:tcPr>
          <w:p w14:paraId="10C11E64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4412" w:type="dxa"/>
          </w:tcPr>
          <w:p w14:paraId="5BB797FA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Barium hydroxide</w:t>
            </w:r>
          </w:p>
        </w:tc>
      </w:tr>
      <w:tr w:rsidR="001F3F0A" w:rsidRPr="00623DC5" w14:paraId="0F73E395" w14:textId="77777777" w:rsidTr="00783B4F">
        <w:trPr>
          <w:jc w:val="center"/>
        </w:trPr>
        <w:tc>
          <w:tcPr>
            <w:tcW w:w="4444" w:type="dxa"/>
          </w:tcPr>
          <w:p w14:paraId="2B3E4072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4412" w:type="dxa"/>
          </w:tcPr>
          <w:p w14:paraId="0E3B2E82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Calcium carbonate</w:t>
            </w:r>
          </w:p>
        </w:tc>
      </w:tr>
      <w:tr w:rsidR="001F3F0A" w:rsidRPr="00623DC5" w14:paraId="6D00A039" w14:textId="77777777" w:rsidTr="00783B4F">
        <w:trPr>
          <w:jc w:val="center"/>
        </w:trPr>
        <w:tc>
          <w:tcPr>
            <w:tcW w:w="4444" w:type="dxa"/>
          </w:tcPr>
          <w:p w14:paraId="6BEE8100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4412" w:type="dxa"/>
          </w:tcPr>
          <w:p w14:paraId="37D7CDD8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Potassium sulfate</w:t>
            </w:r>
          </w:p>
        </w:tc>
      </w:tr>
      <w:tr w:rsidR="001F3F0A" w:rsidRPr="00623DC5" w14:paraId="69E1BBA7" w14:textId="77777777" w:rsidTr="00783B4F">
        <w:trPr>
          <w:jc w:val="center"/>
        </w:trPr>
        <w:tc>
          <w:tcPr>
            <w:tcW w:w="4444" w:type="dxa"/>
          </w:tcPr>
          <w:p w14:paraId="4C0F92DB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4412" w:type="dxa"/>
          </w:tcPr>
          <w:p w14:paraId="0C81C7FC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Beryllium cyanide</w:t>
            </w:r>
          </w:p>
        </w:tc>
      </w:tr>
      <w:tr w:rsidR="001F3F0A" w:rsidRPr="00623DC5" w14:paraId="61C6147B" w14:textId="77777777" w:rsidTr="00783B4F">
        <w:trPr>
          <w:jc w:val="center"/>
        </w:trPr>
        <w:tc>
          <w:tcPr>
            <w:tcW w:w="4444" w:type="dxa"/>
          </w:tcPr>
          <w:p w14:paraId="13E8DCD9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4412" w:type="dxa"/>
          </w:tcPr>
          <w:p w14:paraId="676D28E0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Strontium acetate</w:t>
            </w:r>
          </w:p>
        </w:tc>
      </w:tr>
      <w:tr w:rsidR="001F3F0A" w:rsidRPr="00623DC5" w14:paraId="27BE0DB4" w14:textId="77777777" w:rsidTr="00783B4F">
        <w:trPr>
          <w:jc w:val="center"/>
        </w:trPr>
        <w:tc>
          <w:tcPr>
            <w:tcW w:w="4444" w:type="dxa"/>
          </w:tcPr>
          <w:p w14:paraId="070C9D3C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4412" w:type="dxa"/>
          </w:tcPr>
          <w:p w14:paraId="09F8C584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>Lithium nitrate</w:t>
            </w:r>
          </w:p>
        </w:tc>
      </w:tr>
      <w:tr w:rsidR="001F3F0A" w:rsidRPr="00623DC5" w14:paraId="3554BD32" w14:textId="77777777" w:rsidTr="00783B4F">
        <w:trPr>
          <w:jc w:val="center"/>
        </w:trPr>
        <w:tc>
          <w:tcPr>
            <w:tcW w:w="4444" w:type="dxa"/>
          </w:tcPr>
          <w:p w14:paraId="4120876F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</w:p>
        </w:tc>
        <w:tc>
          <w:tcPr>
            <w:tcW w:w="4412" w:type="dxa"/>
          </w:tcPr>
          <w:p w14:paraId="17F88D63" w14:textId="77777777" w:rsidR="001F3F0A" w:rsidRPr="00623DC5" w:rsidRDefault="001F3F0A" w:rsidP="00783B4F">
            <w:pPr>
              <w:spacing w:line="600" w:lineRule="auto"/>
              <w:rPr>
                <w:rFonts w:ascii="Calibri" w:hAnsi="Calibri"/>
              </w:rPr>
            </w:pPr>
            <w:r w:rsidRPr="00623DC5">
              <w:rPr>
                <w:rFonts w:ascii="Calibri" w:hAnsi="Calibri"/>
              </w:rPr>
              <w:t xml:space="preserve">Aluminum phosphate </w:t>
            </w:r>
          </w:p>
        </w:tc>
      </w:tr>
    </w:tbl>
    <w:p w14:paraId="0EEB03C7" w14:textId="77777777" w:rsidR="001F3F0A" w:rsidRPr="00623DC5" w:rsidRDefault="001F3F0A" w:rsidP="001F3F0A">
      <w:pPr>
        <w:rPr>
          <w:rFonts w:ascii="Calibri" w:hAnsi="Calibri"/>
        </w:rPr>
      </w:pPr>
    </w:p>
    <w:p w14:paraId="68FCB03F" w14:textId="77777777" w:rsidR="001F3F0A" w:rsidRPr="00623DC5" w:rsidRDefault="001F3F0A" w:rsidP="001F3F0A">
      <w:pPr>
        <w:rPr>
          <w:rFonts w:ascii="Calibri" w:hAnsi="Calibri"/>
        </w:rPr>
      </w:pPr>
    </w:p>
    <w:p w14:paraId="4102619D" w14:textId="77777777" w:rsidR="001F3F0A" w:rsidRPr="0040105D" w:rsidRDefault="001F3F0A" w:rsidP="001F3F0A">
      <w:pPr>
        <w:pStyle w:val="BodyText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6. </w:t>
      </w:r>
      <w:r w:rsidRPr="0040105D">
        <w:rPr>
          <w:rFonts w:ascii="Calibri" w:hAnsi="Calibri"/>
          <w:i/>
        </w:rPr>
        <w:t>For each of the following questions, determine whether the compound is ionic or covalent and name it appropriately.</w:t>
      </w:r>
    </w:p>
    <w:p w14:paraId="1367A020" w14:textId="77777777" w:rsidR="001F3F0A" w:rsidRPr="0040105D" w:rsidRDefault="001F3F0A" w:rsidP="001F3F0A">
      <w:pPr>
        <w:rPr>
          <w:rFonts w:ascii="Calibri" w:hAnsi="Calibri"/>
          <w:sz w:val="22"/>
        </w:rPr>
      </w:pPr>
    </w:p>
    <w:p w14:paraId="0976A82C" w14:textId="77777777" w:rsidR="001F3F0A" w:rsidRPr="0040105D" w:rsidRDefault="001F3F0A" w:rsidP="001F3F0A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40105D">
        <w:rPr>
          <w:rFonts w:ascii="Calibri" w:hAnsi="Calibri"/>
        </w:rPr>
        <w:t>P</w:t>
      </w:r>
      <w:r w:rsidRPr="0040105D">
        <w:rPr>
          <w:rFonts w:ascii="Calibri" w:hAnsi="Calibri"/>
          <w:vertAlign w:val="subscript"/>
        </w:rPr>
        <w:t>2</w:t>
      </w:r>
      <w:r w:rsidRPr="0040105D">
        <w:rPr>
          <w:rFonts w:ascii="Calibri" w:hAnsi="Calibri"/>
        </w:rPr>
        <w:t>O</w:t>
      </w:r>
      <w:r w:rsidRPr="0040105D">
        <w:rPr>
          <w:rFonts w:ascii="Calibri" w:hAnsi="Calibri"/>
          <w:vertAlign w:val="subscript"/>
        </w:rPr>
        <w:t>5</w:t>
      </w:r>
      <w:r w:rsidRPr="0040105D">
        <w:rPr>
          <w:rFonts w:ascii="Calibri" w:hAnsi="Calibri"/>
        </w:rPr>
        <w:t xml:space="preserve"> _________________________________________</w:t>
      </w:r>
    </w:p>
    <w:p w14:paraId="281E4A78" w14:textId="77777777" w:rsidR="001F3F0A" w:rsidRPr="0040105D" w:rsidRDefault="001F3F0A" w:rsidP="001F3F0A">
      <w:pPr>
        <w:rPr>
          <w:rFonts w:ascii="Calibri" w:hAnsi="Calibri"/>
          <w:sz w:val="22"/>
        </w:rPr>
      </w:pPr>
    </w:p>
    <w:p w14:paraId="2D1BB70F" w14:textId="77777777" w:rsidR="001F3F0A" w:rsidRPr="0040105D" w:rsidRDefault="001F3F0A" w:rsidP="001F3F0A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40105D">
        <w:rPr>
          <w:rFonts w:ascii="Calibri" w:hAnsi="Calibri"/>
        </w:rPr>
        <w:t>NH</w:t>
      </w:r>
      <w:r w:rsidRPr="0040105D">
        <w:rPr>
          <w:rFonts w:ascii="Calibri" w:hAnsi="Calibri"/>
          <w:vertAlign w:val="subscript"/>
        </w:rPr>
        <w:t>3</w:t>
      </w:r>
      <w:r w:rsidRPr="0040105D">
        <w:rPr>
          <w:rFonts w:ascii="Calibri" w:hAnsi="Calibri"/>
        </w:rPr>
        <w:t xml:space="preserve"> _________________________________________</w:t>
      </w:r>
    </w:p>
    <w:p w14:paraId="1B4A8FA5" w14:textId="77777777" w:rsidR="001F3F0A" w:rsidRPr="0040105D" w:rsidRDefault="001F3F0A" w:rsidP="001F3F0A">
      <w:pPr>
        <w:rPr>
          <w:rFonts w:ascii="Calibri" w:hAnsi="Calibri"/>
          <w:sz w:val="22"/>
        </w:rPr>
      </w:pPr>
    </w:p>
    <w:p w14:paraId="16757493" w14:textId="77777777" w:rsidR="001F3F0A" w:rsidRPr="0040105D" w:rsidRDefault="001F3F0A" w:rsidP="001F3F0A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40105D">
        <w:rPr>
          <w:rFonts w:ascii="Calibri" w:hAnsi="Calibri"/>
        </w:rPr>
        <w:t>SiO</w:t>
      </w:r>
      <w:r w:rsidRPr="0040105D">
        <w:rPr>
          <w:rFonts w:ascii="Calibri" w:hAnsi="Calibri"/>
          <w:vertAlign w:val="subscript"/>
        </w:rPr>
        <w:t>2</w:t>
      </w:r>
      <w:r w:rsidRPr="0040105D">
        <w:rPr>
          <w:rFonts w:ascii="Calibri" w:hAnsi="Calibri"/>
        </w:rPr>
        <w:t xml:space="preserve"> _________________________________________</w:t>
      </w:r>
    </w:p>
    <w:p w14:paraId="3305F7C1" w14:textId="77777777" w:rsidR="001F3F0A" w:rsidRPr="0040105D" w:rsidRDefault="001F3F0A" w:rsidP="001F3F0A">
      <w:pPr>
        <w:rPr>
          <w:rFonts w:ascii="Calibri" w:hAnsi="Calibri"/>
          <w:sz w:val="22"/>
        </w:rPr>
      </w:pPr>
    </w:p>
    <w:p w14:paraId="06FE847A" w14:textId="77777777" w:rsidR="001F3F0A" w:rsidRPr="0040105D" w:rsidRDefault="001F3F0A" w:rsidP="001F3F0A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40105D">
        <w:rPr>
          <w:rFonts w:ascii="Calibri" w:hAnsi="Calibri"/>
        </w:rPr>
        <w:t>GaCl</w:t>
      </w:r>
      <w:r w:rsidRPr="0040105D">
        <w:rPr>
          <w:rFonts w:ascii="Calibri" w:hAnsi="Calibri"/>
          <w:vertAlign w:val="subscript"/>
        </w:rPr>
        <w:t>3</w:t>
      </w:r>
      <w:r w:rsidRPr="0040105D">
        <w:rPr>
          <w:rFonts w:ascii="Calibri" w:hAnsi="Calibri"/>
        </w:rPr>
        <w:t xml:space="preserve"> _________________________________________</w:t>
      </w:r>
    </w:p>
    <w:p w14:paraId="6D2CFC3B" w14:textId="77777777" w:rsidR="001F3F0A" w:rsidRPr="0040105D" w:rsidRDefault="001F3F0A" w:rsidP="001F3F0A">
      <w:pPr>
        <w:rPr>
          <w:rFonts w:ascii="Calibri" w:hAnsi="Calibri"/>
          <w:sz w:val="22"/>
        </w:rPr>
      </w:pPr>
    </w:p>
    <w:p w14:paraId="71D5614F" w14:textId="77777777" w:rsidR="001F3F0A" w:rsidRPr="0040105D" w:rsidRDefault="001F3F0A" w:rsidP="001F3F0A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40105D">
        <w:rPr>
          <w:rFonts w:ascii="Calibri" w:hAnsi="Calibri"/>
        </w:rPr>
        <w:t>B</w:t>
      </w:r>
      <w:r w:rsidRPr="0040105D">
        <w:rPr>
          <w:rFonts w:ascii="Calibri" w:hAnsi="Calibri"/>
          <w:vertAlign w:val="subscript"/>
        </w:rPr>
        <w:t>2</w:t>
      </w:r>
      <w:r w:rsidRPr="0040105D">
        <w:rPr>
          <w:rFonts w:ascii="Calibri" w:hAnsi="Calibri"/>
        </w:rPr>
        <w:t>H</w:t>
      </w:r>
      <w:r w:rsidRPr="0040105D">
        <w:rPr>
          <w:rFonts w:ascii="Calibri" w:hAnsi="Calibri"/>
          <w:vertAlign w:val="subscript"/>
        </w:rPr>
        <w:t>4</w:t>
      </w:r>
      <w:r w:rsidRPr="0040105D">
        <w:rPr>
          <w:rFonts w:ascii="Calibri" w:hAnsi="Calibri"/>
        </w:rPr>
        <w:t xml:space="preserve"> _________________________________________</w:t>
      </w:r>
    </w:p>
    <w:p w14:paraId="220319E6" w14:textId="77777777" w:rsidR="001F3F0A" w:rsidRPr="00F77381" w:rsidRDefault="001F3F0A" w:rsidP="001F3F0A">
      <w:pPr>
        <w:rPr>
          <w:rFonts w:ascii="Calibri" w:hAnsi="Calibri"/>
        </w:rPr>
      </w:pPr>
    </w:p>
    <w:p w14:paraId="6C054C51" w14:textId="77777777" w:rsidR="001F3F0A" w:rsidRDefault="001F3F0A" w:rsidP="001F3F0A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623DC5">
        <w:rPr>
          <w:rFonts w:ascii="Calibri" w:hAnsi="Calibri"/>
        </w:rPr>
        <w:t>K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>O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224DAF5F" w14:textId="77777777" w:rsidR="001F3F0A" w:rsidRDefault="001F3F0A" w:rsidP="001F3F0A">
      <w:pPr>
        <w:pStyle w:val="ListParagraph"/>
        <w:rPr>
          <w:rFonts w:ascii="Calibri" w:hAnsi="Calibri"/>
        </w:rPr>
      </w:pPr>
    </w:p>
    <w:p w14:paraId="194D9160" w14:textId="77777777" w:rsidR="001F3F0A" w:rsidRDefault="001F3F0A" w:rsidP="001F3F0A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623DC5">
        <w:rPr>
          <w:rFonts w:ascii="Calibri" w:hAnsi="Calibri"/>
        </w:rPr>
        <w:t>NH</w:t>
      </w:r>
      <w:r w:rsidRPr="00623DC5">
        <w:rPr>
          <w:rFonts w:ascii="Calibri" w:hAnsi="Calibri"/>
          <w:vertAlign w:val="subscript"/>
        </w:rPr>
        <w:t>4</w:t>
      </w:r>
      <w:r w:rsidRPr="00623DC5">
        <w:rPr>
          <w:rFonts w:ascii="Calibri" w:hAnsi="Calibri"/>
        </w:rPr>
        <w:t>Cl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4FCEDCC0" w14:textId="77777777" w:rsidR="001F3F0A" w:rsidRDefault="001F3F0A" w:rsidP="001F3F0A">
      <w:pPr>
        <w:pStyle w:val="ListParagraph"/>
        <w:rPr>
          <w:rFonts w:ascii="Calibri" w:hAnsi="Calibri"/>
        </w:rPr>
      </w:pPr>
    </w:p>
    <w:p w14:paraId="4DF79986" w14:textId="77777777" w:rsidR="001F3F0A" w:rsidRPr="00623DC5" w:rsidRDefault="001F3F0A" w:rsidP="001F3F0A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623DC5">
        <w:rPr>
          <w:rFonts w:ascii="Calibri" w:hAnsi="Calibri"/>
        </w:rPr>
        <w:t>NaC</w:t>
      </w:r>
      <w:r w:rsidRPr="00623DC5">
        <w:rPr>
          <w:rFonts w:ascii="Calibri" w:hAnsi="Calibri"/>
          <w:vertAlign w:val="subscript"/>
        </w:rPr>
        <w:t>2</w:t>
      </w:r>
      <w:r w:rsidRPr="00623DC5">
        <w:rPr>
          <w:rFonts w:ascii="Calibri" w:hAnsi="Calibri"/>
        </w:rPr>
        <w:t>H</w:t>
      </w:r>
      <w:r w:rsidRPr="00623DC5">
        <w:rPr>
          <w:rFonts w:ascii="Calibri" w:hAnsi="Calibri"/>
          <w:vertAlign w:val="subscript"/>
        </w:rPr>
        <w:t>3</w:t>
      </w:r>
      <w:r w:rsidRPr="00623DC5">
        <w:rPr>
          <w:rFonts w:ascii="Calibri" w:hAnsi="Calibri"/>
        </w:rPr>
        <w:t>O</w:t>
      </w:r>
      <w:r w:rsidRPr="00623DC5">
        <w:rPr>
          <w:rFonts w:ascii="Calibri" w:hAnsi="Calibri"/>
          <w:vertAlign w:val="subscript"/>
        </w:rPr>
        <w:t>2</w:t>
      </w:r>
      <w:r>
        <w:rPr>
          <w:rFonts w:ascii="Calibri" w:hAnsi="Calibri"/>
          <w:vertAlign w:val="superscript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2EC99979" w14:textId="77777777" w:rsidR="001F3F0A" w:rsidRPr="0040105D" w:rsidRDefault="001F3F0A" w:rsidP="001F3F0A">
      <w:pPr>
        <w:rPr>
          <w:rFonts w:ascii="Calibri" w:hAnsi="Calibri"/>
        </w:rPr>
      </w:pPr>
    </w:p>
    <w:p w14:paraId="07119119" w14:textId="77777777" w:rsidR="001F3F0A" w:rsidRDefault="001F3F0A" w:rsidP="001F3F0A">
      <w:pPr>
        <w:pStyle w:val="BodyText2"/>
        <w:spacing w:line="240" w:lineRule="auto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7. </w:t>
      </w:r>
      <w:r w:rsidRPr="0040105D">
        <w:rPr>
          <w:rFonts w:ascii="Calibri" w:hAnsi="Calibri"/>
          <w:i/>
        </w:rPr>
        <w:t>For each of the following questions, determine whether the compound is ionic or covalent and write the appropriate</w:t>
      </w:r>
      <w:r>
        <w:rPr>
          <w:rFonts w:ascii="Calibri" w:hAnsi="Calibri"/>
          <w:i/>
        </w:rPr>
        <w:t xml:space="preserve"> chemical</w:t>
      </w:r>
      <w:r w:rsidRPr="0040105D">
        <w:rPr>
          <w:rFonts w:ascii="Calibri" w:hAnsi="Calibri"/>
          <w:i/>
        </w:rPr>
        <w:t xml:space="preserve"> formula for it.</w:t>
      </w:r>
    </w:p>
    <w:p w14:paraId="47F83344" w14:textId="77777777" w:rsidR="001F3F0A" w:rsidRPr="0040105D" w:rsidRDefault="001F3F0A" w:rsidP="001F3F0A">
      <w:pPr>
        <w:pStyle w:val="BodyText2"/>
        <w:spacing w:line="240" w:lineRule="auto"/>
        <w:rPr>
          <w:rFonts w:ascii="Calibri" w:hAnsi="Calibri"/>
          <w:i/>
          <w:sz w:val="18"/>
          <w:szCs w:val="18"/>
        </w:rPr>
      </w:pPr>
    </w:p>
    <w:p w14:paraId="17D3809C" w14:textId="77777777" w:rsidR="001F3F0A" w:rsidRPr="0040105D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40105D">
        <w:rPr>
          <w:rFonts w:ascii="Calibri" w:hAnsi="Calibri"/>
        </w:rPr>
        <w:t>Dinitrogen trioxide _________________________________________</w:t>
      </w:r>
    </w:p>
    <w:p w14:paraId="27F9B066" w14:textId="77777777" w:rsidR="001F3F0A" w:rsidRPr="0040105D" w:rsidRDefault="001F3F0A" w:rsidP="001F3F0A">
      <w:pPr>
        <w:rPr>
          <w:rFonts w:ascii="Calibri" w:hAnsi="Calibri"/>
          <w:sz w:val="22"/>
        </w:rPr>
      </w:pPr>
    </w:p>
    <w:p w14:paraId="30F0F6B9" w14:textId="77777777" w:rsidR="001F3F0A" w:rsidRPr="0040105D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40105D">
        <w:rPr>
          <w:rFonts w:ascii="Calibri" w:hAnsi="Calibri"/>
        </w:rPr>
        <w:t xml:space="preserve">Lithium </w:t>
      </w:r>
      <w:r>
        <w:rPr>
          <w:rFonts w:ascii="Calibri" w:hAnsi="Calibri"/>
        </w:rPr>
        <w:t>iodide</w:t>
      </w:r>
      <w:r w:rsidRPr="0040105D">
        <w:rPr>
          <w:rFonts w:ascii="Calibri" w:hAnsi="Calibri"/>
        </w:rPr>
        <w:t xml:space="preserve"> _________________________________________</w:t>
      </w:r>
    </w:p>
    <w:p w14:paraId="2735DD7E" w14:textId="77777777" w:rsidR="001F3F0A" w:rsidRPr="0040105D" w:rsidRDefault="001F3F0A" w:rsidP="001F3F0A">
      <w:pPr>
        <w:rPr>
          <w:rFonts w:ascii="Calibri" w:hAnsi="Calibri"/>
          <w:sz w:val="22"/>
        </w:rPr>
      </w:pPr>
    </w:p>
    <w:p w14:paraId="587EECC9" w14:textId="77777777" w:rsidR="001F3F0A" w:rsidRPr="00623DC5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40105D">
        <w:rPr>
          <w:rFonts w:ascii="Calibri" w:hAnsi="Calibri"/>
        </w:rPr>
        <w:t xml:space="preserve">Phosphorus </w:t>
      </w:r>
      <w:proofErr w:type="spellStart"/>
      <w:r w:rsidRPr="0040105D">
        <w:rPr>
          <w:rFonts w:ascii="Calibri" w:hAnsi="Calibri"/>
        </w:rPr>
        <w:t>trifluoride</w:t>
      </w:r>
      <w:proofErr w:type="spellEnd"/>
      <w:r w:rsidRPr="0040105D">
        <w:rPr>
          <w:rFonts w:ascii="Calibri" w:hAnsi="Calibri"/>
        </w:rPr>
        <w:t xml:space="preserve"> _________________________________________</w:t>
      </w:r>
    </w:p>
    <w:p w14:paraId="184EB5D6" w14:textId="77777777" w:rsidR="001F3F0A" w:rsidRPr="0040105D" w:rsidRDefault="001F3F0A" w:rsidP="001F3F0A">
      <w:pPr>
        <w:rPr>
          <w:rFonts w:ascii="Calibri" w:hAnsi="Calibri"/>
          <w:sz w:val="22"/>
        </w:rPr>
      </w:pPr>
    </w:p>
    <w:p w14:paraId="1EA28BEA" w14:textId="77777777" w:rsidR="001F3F0A" w:rsidRPr="00623DC5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40105D">
        <w:rPr>
          <w:rFonts w:ascii="Calibri" w:hAnsi="Calibri"/>
        </w:rPr>
        <w:t>Aluminum hydroxide _________________________________________</w:t>
      </w:r>
    </w:p>
    <w:p w14:paraId="5CDE5A2F" w14:textId="77777777" w:rsidR="001F3F0A" w:rsidRPr="0040105D" w:rsidRDefault="001F3F0A" w:rsidP="001F3F0A">
      <w:pPr>
        <w:rPr>
          <w:rFonts w:ascii="Calibri" w:hAnsi="Calibri"/>
          <w:sz w:val="22"/>
        </w:rPr>
      </w:pPr>
    </w:p>
    <w:p w14:paraId="5936B688" w14:textId="77777777" w:rsidR="001F3F0A" w:rsidRPr="0040105D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40105D">
        <w:rPr>
          <w:rFonts w:ascii="Calibri" w:hAnsi="Calibri"/>
        </w:rPr>
        <w:t>Silicon tetrafluoride _________________________________________</w:t>
      </w:r>
    </w:p>
    <w:p w14:paraId="23056A1B" w14:textId="77777777" w:rsidR="001F3F0A" w:rsidRPr="00623DC5" w:rsidRDefault="001F3F0A" w:rsidP="001F3F0A">
      <w:pPr>
        <w:rPr>
          <w:rFonts w:ascii="Calibri" w:hAnsi="Calibri"/>
        </w:rPr>
      </w:pPr>
    </w:p>
    <w:p w14:paraId="21C45A76" w14:textId="77777777" w:rsidR="001F3F0A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Rubidium nitride </w:t>
      </w:r>
      <w:r w:rsidRPr="0040105D">
        <w:rPr>
          <w:rFonts w:ascii="Calibri" w:hAnsi="Calibri"/>
        </w:rPr>
        <w:t>_________________________________________</w:t>
      </w:r>
    </w:p>
    <w:p w14:paraId="04CF33BE" w14:textId="77777777" w:rsidR="001F3F0A" w:rsidRDefault="001F3F0A" w:rsidP="001F3F0A">
      <w:pPr>
        <w:pStyle w:val="ListParagraph"/>
        <w:rPr>
          <w:rFonts w:ascii="Calibri" w:hAnsi="Calibri"/>
        </w:rPr>
      </w:pPr>
    </w:p>
    <w:p w14:paraId="1C00AF75" w14:textId="77777777" w:rsidR="001F3F0A" w:rsidRPr="00623DC5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Magnesium phosphide </w:t>
      </w:r>
      <w:r w:rsidRPr="0040105D">
        <w:rPr>
          <w:rFonts w:ascii="Calibri" w:hAnsi="Calibri"/>
        </w:rPr>
        <w:t>_________________________________________</w:t>
      </w:r>
    </w:p>
    <w:p w14:paraId="6157CE27" w14:textId="77777777" w:rsidR="001F3F0A" w:rsidRPr="00F77381" w:rsidRDefault="001F3F0A" w:rsidP="001F3F0A">
      <w:pPr>
        <w:rPr>
          <w:rFonts w:ascii="Calibri" w:hAnsi="Calibri"/>
        </w:rPr>
      </w:pPr>
    </w:p>
    <w:p w14:paraId="008CA648" w14:textId="77777777" w:rsidR="001F3F0A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Sodium phosphide </w:t>
      </w:r>
      <w:r w:rsidRPr="0040105D">
        <w:rPr>
          <w:rFonts w:ascii="Calibri" w:hAnsi="Calibri"/>
        </w:rPr>
        <w:t>_________________________________________</w:t>
      </w:r>
    </w:p>
    <w:p w14:paraId="2ED3D227" w14:textId="77777777" w:rsidR="001F3F0A" w:rsidRDefault="001F3F0A" w:rsidP="001F3F0A">
      <w:pPr>
        <w:pStyle w:val="ListParagraph"/>
        <w:rPr>
          <w:rFonts w:ascii="Calibri" w:hAnsi="Calibri"/>
        </w:rPr>
      </w:pPr>
    </w:p>
    <w:p w14:paraId="0F31EC47" w14:textId="77777777" w:rsidR="001F3F0A" w:rsidRPr="00623DC5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623DC5">
        <w:rPr>
          <w:rFonts w:ascii="Calibri" w:hAnsi="Calibri"/>
        </w:rPr>
        <w:t>Aluminum oxide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09421110" w14:textId="77777777" w:rsidR="001F3F0A" w:rsidRDefault="001F3F0A" w:rsidP="001F3F0A">
      <w:pPr>
        <w:pStyle w:val="ListParagraph"/>
        <w:rPr>
          <w:rFonts w:ascii="Calibri" w:hAnsi="Calibri"/>
        </w:rPr>
      </w:pPr>
    </w:p>
    <w:p w14:paraId="4695438E" w14:textId="77777777" w:rsidR="001F3F0A" w:rsidRPr="00623DC5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623DC5">
        <w:rPr>
          <w:rFonts w:ascii="Calibri" w:hAnsi="Calibri"/>
        </w:rPr>
        <w:t>Barium sulfide</w:t>
      </w:r>
      <w:r w:rsidRPr="00623DC5">
        <w:rPr>
          <w:rFonts w:ascii="Calibri" w:hAnsi="Calibri"/>
        </w:rPr>
        <w:tab/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674D6B46" w14:textId="77777777" w:rsidR="001F3F0A" w:rsidRDefault="001F3F0A" w:rsidP="001F3F0A">
      <w:pPr>
        <w:pStyle w:val="ListParagraph"/>
        <w:rPr>
          <w:rFonts w:ascii="Calibri" w:hAnsi="Calibri"/>
        </w:rPr>
      </w:pPr>
    </w:p>
    <w:p w14:paraId="201945EE" w14:textId="77777777" w:rsidR="001F3F0A" w:rsidRPr="00623DC5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623DC5">
        <w:rPr>
          <w:rFonts w:ascii="Calibri" w:hAnsi="Calibri"/>
        </w:rPr>
        <w:t>Calcium sulfate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049C8BB7" w14:textId="77777777" w:rsidR="001F3F0A" w:rsidRDefault="001F3F0A" w:rsidP="001F3F0A">
      <w:pPr>
        <w:pStyle w:val="ListParagraph"/>
        <w:rPr>
          <w:rFonts w:ascii="Calibri" w:hAnsi="Calibri"/>
        </w:rPr>
      </w:pPr>
    </w:p>
    <w:p w14:paraId="04A88D34" w14:textId="77777777" w:rsidR="001F3F0A" w:rsidRPr="00623DC5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623DC5">
        <w:rPr>
          <w:rFonts w:ascii="Calibri" w:hAnsi="Calibri"/>
        </w:rPr>
        <w:t>Magnesium hydroxide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513DAD53" w14:textId="77777777" w:rsidR="001F3F0A" w:rsidRDefault="001F3F0A" w:rsidP="001F3F0A">
      <w:pPr>
        <w:pStyle w:val="ListParagraph"/>
        <w:rPr>
          <w:rFonts w:ascii="Calibri" w:hAnsi="Calibri"/>
        </w:rPr>
      </w:pPr>
    </w:p>
    <w:p w14:paraId="462F3426" w14:textId="77777777" w:rsidR="001F3F0A" w:rsidRPr="00623DC5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623DC5">
        <w:rPr>
          <w:rFonts w:ascii="Calibri" w:hAnsi="Calibri"/>
        </w:rPr>
        <w:t>Sodium perchlorate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</w:p>
    <w:p w14:paraId="1BF07E55" w14:textId="77777777" w:rsidR="001F3F0A" w:rsidRDefault="001F3F0A" w:rsidP="001F3F0A">
      <w:pPr>
        <w:pStyle w:val="ListParagraph"/>
        <w:rPr>
          <w:rFonts w:ascii="Calibri" w:hAnsi="Calibri"/>
        </w:rPr>
      </w:pPr>
    </w:p>
    <w:p w14:paraId="742B4543" w14:textId="77777777" w:rsidR="00411592" w:rsidRPr="001F3F0A" w:rsidRDefault="001F3F0A" w:rsidP="001F3F0A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623DC5">
        <w:rPr>
          <w:rFonts w:ascii="Calibri" w:hAnsi="Calibri"/>
        </w:rPr>
        <w:t>Cesium bromide</w:t>
      </w:r>
      <w:r>
        <w:rPr>
          <w:rFonts w:ascii="Calibri" w:hAnsi="Calibri"/>
        </w:rPr>
        <w:t xml:space="preserve"> </w:t>
      </w:r>
      <w:r w:rsidRPr="0040105D">
        <w:rPr>
          <w:rFonts w:ascii="Calibri" w:hAnsi="Calibri"/>
        </w:rPr>
        <w:t>_________________________________________</w:t>
      </w:r>
      <w:bookmarkStart w:id="0" w:name="_GoBack"/>
      <w:bookmarkEnd w:id="0"/>
    </w:p>
    <w:sectPr w:rsidR="00411592" w:rsidRPr="001F3F0A" w:rsidSect="001F3F0A">
      <w:pgSz w:w="12240" w:h="15840"/>
      <w:pgMar w:top="72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41832"/>
    <w:multiLevelType w:val="hybridMultilevel"/>
    <w:tmpl w:val="F8D6B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D4890"/>
    <w:multiLevelType w:val="hybridMultilevel"/>
    <w:tmpl w:val="E9841E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31FBE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79B"/>
    <w:multiLevelType w:val="hybridMultilevel"/>
    <w:tmpl w:val="D37E3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997B43"/>
    <w:multiLevelType w:val="hybridMultilevel"/>
    <w:tmpl w:val="691A76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6028A"/>
    <w:multiLevelType w:val="hybridMultilevel"/>
    <w:tmpl w:val="69484F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0A"/>
    <w:rsid w:val="000F12BF"/>
    <w:rsid w:val="001F3F0A"/>
    <w:rsid w:val="0041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9DDB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3F0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F0A"/>
    <w:pPr>
      <w:ind w:left="720"/>
      <w:contextualSpacing/>
    </w:pPr>
  </w:style>
  <w:style w:type="table" w:styleId="TableGrid">
    <w:name w:val="Table Grid"/>
    <w:basedOn w:val="TableNormal"/>
    <w:uiPriority w:val="59"/>
    <w:rsid w:val="001F3F0A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1F3F0A"/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1F3F0A"/>
    <w:rPr>
      <w:rFonts w:ascii="Arial" w:eastAsia="Times New Roman" w:hAnsi="Arial" w:cs="Times New Roman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1F3F0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F3F0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1</TotalTime>
  <Pages>3</Pages>
  <Words>477</Words>
  <Characters>2722</Characters>
  <Application>Microsoft Macintosh Word</Application>
  <DocSecurity>0</DocSecurity>
  <Lines>22</Lines>
  <Paragraphs>6</Paragraphs>
  <ScaleCrop>false</ScaleCrop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dcterms:created xsi:type="dcterms:W3CDTF">2017-12-19T17:35:00Z</dcterms:created>
  <dcterms:modified xsi:type="dcterms:W3CDTF">2017-12-19T17:36:00Z</dcterms:modified>
</cp:coreProperties>
</file>